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F05" w:rsidRPr="00027837" w:rsidRDefault="00A23DC1">
      <w:r>
        <w:rPr>
          <w:noProof/>
        </w:rPr>
        <w:t>All’Istituto storico della Resistenza e della società contemporanea nel Novarese e nel Verbano Cusio Ossola “Piero Fornara” - Novara</w:t>
      </w:r>
    </w:p>
    <w:p w:rsidR="00B41F05" w:rsidRPr="00027837" w:rsidRDefault="00B41F05"/>
    <w:p w:rsidR="00B41F05" w:rsidRPr="00027837" w:rsidRDefault="00B41F05" w:rsidP="005672AD">
      <w:pPr>
        <w:rPr>
          <w:sz w:val="20"/>
          <w:szCs w:val="20"/>
        </w:rPr>
      </w:pPr>
      <w:r w:rsidRPr="00027837">
        <w:rPr>
          <w:sz w:val="22"/>
          <w:szCs w:val="22"/>
        </w:rPr>
        <w:tab/>
      </w:r>
      <w:r w:rsidRPr="00027837">
        <w:rPr>
          <w:sz w:val="22"/>
          <w:szCs w:val="22"/>
        </w:rPr>
        <w:tab/>
      </w:r>
      <w:r w:rsidRPr="00027837">
        <w:rPr>
          <w:sz w:val="22"/>
          <w:szCs w:val="22"/>
        </w:rPr>
        <w:tab/>
      </w:r>
      <w:r w:rsidRPr="00027837">
        <w:rPr>
          <w:sz w:val="22"/>
          <w:szCs w:val="22"/>
        </w:rPr>
        <w:tab/>
      </w:r>
      <w:r w:rsidRPr="00027837">
        <w:rPr>
          <w:sz w:val="22"/>
          <w:szCs w:val="22"/>
        </w:rPr>
        <w:tab/>
      </w:r>
      <w:r w:rsidRPr="00027837">
        <w:rPr>
          <w:sz w:val="22"/>
          <w:szCs w:val="22"/>
        </w:rPr>
        <w:tab/>
      </w:r>
      <w:r w:rsidRPr="00027837">
        <w:rPr>
          <w:sz w:val="22"/>
          <w:szCs w:val="22"/>
        </w:rPr>
        <w:tab/>
      </w:r>
      <w:r w:rsidRPr="00027837">
        <w:rPr>
          <w:sz w:val="22"/>
          <w:szCs w:val="22"/>
        </w:rPr>
        <w:tab/>
      </w:r>
    </w:p>
    <w:p w:rsidR="00B41F05" w:rsidRPr="00027837" w:rsidRDefault="00B41F05">
      <w:pPr>
        <w:rPr>
          <w:sz w:val="20"/>
          <w:szCs w:val="20"/>
        </w:rPr>
      </w:pPr>
    </w:p>
    <w:p w:rsidR="005672AD" w:rsidRDefault="005672AD" w:rsidP="005672AD">
      <w:pPr>
        <w:jc w:val="both"/>
      </w:pPr>
      <w:r w:rsidRPr="00A23DC1">
        <w:rPr>
          <w:b/>
        </w:rPr>
        <w:t xml:space="preserve">DOMANDA DI AMMISSIONE ALLA SELEZIONE PUBBLICA PER LA COSTITUZIONE DI UN RAPPORTO DI LAVORO A TEMPO DETERMINATO E A TEMPO PARZIALE AI SENSI DELL’ART. 110 DEL D.LGS. N. 267/2000 PER LA COPERTURA DEL POSTO DI DIRETTORE SCIENTIFICO </w:t>
      </w:r>
      <w:r w:rsidRPr="005672AD">
        <w:t xml:space="preserve"> </w:t>
      </w:r>
    </w:p>
    <w:p w:rsidR="00A23DC1" w:rsidRDefault="00A23DC1" w:rsidP="005672AD">
      <w:pPr>
        <w:jc w:val="both"/>
      </w:pPr>
    </w:p>
    <w:p w:rsidR="00A23DC1" w:rsidRPr="005672AD" w:rsidRDefault="00A23DC1" w:rsidP="005672AD">
      <w:pPr>
        <w:jc w:val="both"/>
      </w:pPr>
    </w:p>
    <w:p w:rsidR="005672AD" w:rsidRPr="005672AD" w:rsidRDefault="005672AD" w:rsidP="005672AD">
      <w:pPr>
        <w:spacing w:line="360" w:lineRule="auto"/>
        <w:jc w:val="both"/>
      </w:pPr>
      <w:r w:rsidRPr="005672AD">
        <w:t>Il/La sottoscritto/a___________________________</w:t>
      </w:r>
    </w:p>
    <w:p w:rsidR="005672AD" w:rsidRPr="005672AD" w:rsidRDefault="005672AD" w:rsidP="005672AD">
      <w:pPr>
        <w:spacing w:line="360" w:lineRule="auto"/>
        <w:jc w:val="center"/>
      </w:pPr>
      <w:r w:rsidRPr="005672AD">
        <w:t>CHIEDE</w:t>
      </w:r>
    </w:p>
    <w:p w:rsidR="005672AD" w:rsidRPr="005672AD" w:rsidRDefault="005672AD" w:rsidP="005672AD">
      <w:pPr>
        <w:jc w:val="both"/>
      </w:pPr>
      <w:proofErr w:type="gramStart"/>
      <w:r w:rsidRPr="005672AD">
        <w:t>di</w:t>
      </w:r>
      <w:proofErr w:type="gramEnd"/>
      <w:r w:rsidRPr="005672AD">
        <w:t xml:space="preserve"> essere ammesso/a </w:t>
      </w:r>
      <w:proofErr w:type="spellStart"/>
      <w:r w:rsidRPr="005672AD">
        <w:t>a</w:t>
      </w:r>
      <w:proofErr w:type="spellEnd"/>
      <w:r w:rsidRPr="005672AD">
        <w:t xml:space="preserve"> partecipare alla selezione pubblica per la per la costituzione di un rapporto di lavoro a tempo determinato e a tempo parziale ai sensi dell’art. 110 del d.lgs. n. 267/2000 per la copertura del posto di Direttore Scientifico  - Istituto storico della resistenza e della società contemporanea nel Novarese e nel Verbano Cusio Ossola "Piero </w:t>
      </w:r>
      <w:proofErr w:type="spellStart"/>
      <w:r w:rsidRPr="005672AD">
        <w:t>Fornara</w:t>
      </w:r>
      <w:proofErr w:type="spellEnd"/>
      <w:r w:rsidRPr="005672AD">
        <w:t>".</w:t>
      </w:r>
    </w:p>
    <w:p w:rsidR="005672AD" w:rsidRPr="005672AD" w:rsidRDefault="005672AD" w:rsidP="005672AD">
      <w:pPr>
        <w:jc w:val="both"/>
      </w:pPr>
      <w:r w:rsidRPr="005672AD">
        <w:t>A tal fine, consapevole, ai sensi dell’art. 76 del DPR 445/2000, delle responsabilità penali cui va incontro chi rilascia dichiarazioni mendaci, forma atti falsi o ne fa uso nei casi previsti dal citato DPR 445/2000 e del fatto che le dichiarazioni sostitutive rese ai sensi degli artt. 46 e 47 del DPR sono considerate come fatte a pubblico ufficiale, sotto la propria responsabilità.</w:t>
      </w:r>
    </w:p>
    <w:p w:rsidR="005672AD" w:rsidRPr="005672AD" w:rsidRDefault="005672AD" w:rsidP="005672AD">
      <w:pPr>
        <w:jc w:val="both"/>
      </w:pPr>
    </w:p>
    <w:p w:rsidR="005672AD" w:rsidRPr="005672AD" w:rsidRDefault="005672AD" w:rsidP="005672AD">
      <w:pPr>
        <w:jc w:val="center"/>
      </w:pPr>
      <w:r w:rsidRPr="005672AD">
        <w:t>DICHIARA</w:t>
      </w:r>
    </w:p>
    <w:p w:rsidR="005672AD" w:rsidRPr="005672AD" w:rsidRDefault="005672AD" w:rsidP="005672AD">
      <w:pPr>
        <w:jc w:val="center"/>
      </w:pPr>
    </w:p>
    <w:p w:rsidR="005672AD" w:rsidRPr="005672AD" w:rsidRDefault="005672AD" w:rsidP="005672AD">
      <w:pPr>
        <w:spacing w:line="360" w:lineRule="auto"/>
        <w:jc w:val="both"/>
      </w:pPr>
      <w:r w:rsidRPr="005672AD">
        <w:t>Cognome____________________________________________________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Nome ______________________________________________________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Data di nascita (giorno/mese/anno) _____/______/______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Comune di nascita _______________________</w:t>
      </w:r>
      <w:proofErr w:type="gramStart"/>
      <w:r w:rsidRPr="005672AD">
        <w:t xml:space="preserve">_  </w:t>
      </w:r>
      <w:proofErr w:type="spellStart"/>
      <w:r w:rsidRPr="005672AD">
        <w:t>Prov</w:t>
      </w:r>
      <w:proofErr w:type="spellEnd"/>
      <w:r w:rsidRPr="005672AD">
        <w:t>.</w:t>
      </w:r>
      <w:proofErr w:type="gramEnd"/>
      <w:r w:rsidRPr="005672AD">
        <w:t xml:space="preserve"> 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Codice fiscale ______________________________________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Residente a __________________________________</w:t>
      </w:r>
      <w:proofErr w:type="spellStart"/>
      <w:r w:rsidRPr="005672AD">
        <w:t>Prov</w:t>
      </w:r>
      <w:proofErr w:type="spellEnd"/>
      <w:r w:rsidRPr="005672AD">
        <w:t>.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Via/</w:t>
      </w:r>
      <w:proofErr w:type="spellStart"/>
      <w:r w:rsidRPr="005672AD">
        <w:t>Piazza______________________N._____________CAP</w:t>
      </w:r>
      <w:proofErr w:type="spellEnd"/>
      <w:r w:rsidRPr="005672AD">
        <w:t>____________</w:t>
      </w:r>
    </w:p>
    <w:p w:rsidR="005672AD" w:rsidRPr="005672AD" w:rsidRDefault="005672AD" w:rsidP="005672AD">
      <w:pPr>
        <w:spacing w:line="360" w:lineRule="auto"/>
        <w:jc w:val="both"/>
      </w:pPr>
      <w:proofErr w:type="spellStart"/>
      <w:r w:rsidRPr="005672AD">
        <w:t>Tel</w:t>
      </w:r>
      <w:proofErr w:type="spellEnd"/>
      <w:r w:rsidRPr="005672AD">
        <w:t>._____________________</w:t>
      </w:r>
      <w:proofErr w:type="gramStart"/>
      <w:r w:rsidRPr="005672AD">
        <w:t>Cell._</w:t>
      </w:r>
      <w:proofErr w:type="gramEnd"/>
      <w:r w:rsidRPr="005672AD">
        <w:t>_________________</w:t>
      </w:r>
    </w:p>
    <w:p w:rsidR="005672AD" w:rsidRPr="005672AD" w:rsidRDefault="005672AD" w:rsidP="005672AD">
      <w:pPr>
        <w:spacing w:line="360" w:lineRule="auto"/>
        <w:jc w:val="both"/>
      </w:pPr>
      <w:proofErr w:type="gramStart"/>
      <w:r w:rsidRPr="005672AD">
        <w:t>e-</w:t>
      </w:r>
      <w:proofErr w:type="spellStart"/>
      <w:r w:rsidRPr="005672AD">
        <w:t>mail</w:t>
      </w:r>
      <w:proofErr w:type="gramEnd"/>
      <w:r w:rsidRPr="005672AD">
        <w:t>___________________PEC</w:t>
      </w:r>
      <w:proofErr w:type="spellEnd"/>
      <w:r w:rsidRPr="005672AD">
        <w:t xml:space="preserve"> ________________________</w:t>
      </w:r>
    </w:p>
    <w:p w:rsidR="005672AD" w:rsidRPr="005672AD" w:rsidRDefault="005672AD" w:rsidP="005672AD">
      <w:pPr>
        <w:spacing w:line="360" w:lineRule="auto"/>
        <w:jc w:val="both"/>
        <w:rPr>
          <w:i/>
        </w:rPr>
      </w:pPr>
      <w:r w:rsidRPr="005672AD">
        <w:rPr>
          <w:i/>
        </w:rPr>
        <w:t xml:space="preserve">Indicare di seguito il recapito, solo se diverso dalla residenza, presso il quale si intendono ricevere le </w:t>
      </w:r>
      <w:proofErr w:type="gramStart"/>
      <w:r w:rsidRPr="005672AD">
        <w:rPr>
          <w:i/>
        </w:rPr>
        <w:t>comunicazioni:  Via/Piazza____________N.___Comune_________</w:t>
      </w:r>
      <w:proofErr w:type="spellStart"/>
      <w:r w:rsidRPr="005672AD">
        <w:rPr>
          <w:i/>
        </w:rPr>
        <w:t>Prov</w:t>
      </w:r>
      <w:proofErr w:type="spellEnd"/>
      <w:proofErr w:type="gramEnd"/>
      <w:r w:rsidRPr="005672AD">
        <w:rPr>
          <w:i/>
        </w:rPr>
        <w:t>.______________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- di essere cittadino/a italiano/</w:t>
      </w:r>
      <w:proofErr w:type="gramStart"/>
      <w:r w:rsidRPr="005672AD">
        <w:t>a ,</w:t>
      </w:r>
      <w:proofErr w:type="gramEnd"/>
      <w:r w:rsidRPr="005672AD">
        <w:t xml:space="preserve"> oppure appartenente a Stato membro della Comunità Europea __________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 xml:space="preserve">- di godere di tutti i diritti civili e politici e di essere iscritto/a nelle liste elettorali del Comune di 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____________________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- di non essere stato destituito/a, dispensato/a o decaduto/a da un impiego presso una Pubblica Amministrazione;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 xml:space="preserve">- di non aver riportato condanne penali anche non definitive che comportino l’interdizione dai pubblici uffici, o che comportino l’incapacità di stipulare un contratto di lavoro con una Pubblica Amministrazione, ai sensi delle vigenti normative, salva l’eventuale intervenuta riabilitazione e di </w:t>
      </w:r>
      <w:r w:rsidRPr="005672AD">
        <w:lastRenderedPageBreak/>
        <w:t>non essere stato destinatario/a di provvedimenti anche non definitivi di applicazione di misure o di misure di prevenzione;</w:t>
      </w:r>
    </w:p>
    <w:p w:rsidR="005672AD" w:rsidRPr="005672AD" w:rsidRDefault="005672AD" w:rsidP="005672AD">
      <w:pPr>
        <w:spacing w:line="360" w:lineRule="auto"/>
        <w:jc w:val="both"/>
        <w:rPr>
          <w:b/>
        </w:rPr>
      </w:pPr>
      <w:proofErr w:type="gramStart"/>
      <w:r w:rsidRPr="005672AD">
        <w:rPr>
          <w:b/>
        </w:rPr>
        <w:t>oppure</w:t>
      </w:r>
      <w:proofErr w:type="gramEnd"/>
    </w:p>
    <w:p w:rsidR="005672AD" w:rsidRPr="005672AD" w:rsidRDefault="005672AD" w:rsidP="005672AD">
      <w:pPr>
        <w:spacing w:line="360" w:lineRule="auto"/>
        <w:jc w:val="both"/>
      </w:pPr>
      <w:r w:rsidRPr="005672AD">
        <w:t>- di avere riportato le seguenti condanne penali ___________________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- di non essere stato interdetto/a dall’esercizio della libera professione e dai pubblici uffici in base a sentenza di condanna passata in giudicato;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- di essere fisicamente idoneo/a all’impiego;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- di essere in possesso di patente di guida di tipo “B”;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 xml:space="preserve">- di non trovarsi in alcuna condizione di incompatibilità e </w:t>
      </w:r>
      <w:proofErr w:type="spellStart"/>
      <w:r w:rsidRPr="005672AD">
        <w:t>inconferibilità</w:t>
      </w:r>
      <w:proofErr w:type="spellEnd"/>
      <w:r w:rsidRPr="005672AD">
        <w:t xml:space="preserve"> previste dal </w:t>
      </w:r>
      <w:proofErr w:type="spellStart"/>
      <w:r w:rsidRPr="005672AD">
        <w:t>D.Lgs.</w:t>
      </w:r>
      <w:proofErr w:type="spellEnd"/>
      <w:r w:rsidRPr="005672AD">
        <w:t xml:space="preserve"> 39/2013;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 xml:space="preserve">- di essere in possesso del seguente titolo di studio ________________conseguito nell’anno _______presso l’Università _____________con </w:t>
      </w:r>
      <w:proofErr w:type="gramStart"/>
      <w:r w:rsidRPr="005672AD">
        <w:t>la  votazione</w:t>
      </w:r>
      <w:proofErr w:type="gramEnd"/>
      <w:r w:rsidRPr="005672AD">
        <w:t xml:space="preserve"> di_______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 xml:space="preserve">- di aver </w:t>
      </w:r>
      <w:proofErr w:type="gramStart"/>
      <w:r w:rsidRPr="005672AD">
        <w:t>maturato  esperienza</w:t>
      </w:r>
      <w:proofErr w:type="gramEnd"/>
      <w:r w:rsidRPr="005672AD">
        <w:t xml:space="preserve"> almeno biennale in attività di ricerca e/o docenza in strutture pubbliche o private in ambiti riconducibili ai compiti e alle finalità dell’Istituto presso _______dal ___al______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- di essere in possesso di ulteriori titoli meglio specificati nell’allegato curriculum vitae, di cui dichiara la veridicità e la disponibilità a presentare ogni documentazione/certificazione utile ad attestare quanto riportato;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- di conoscere le seguenti lingue straniere____________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- di conoscere i seguenti programmi applicativi _____________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 xml:space="preserve">- di dare il proprio consenso al trattamento dei dati personali nel rispetto del </w:t>
      </w:r>
      <w:proofErr w:type="spellStart"/>
      <w:r w:rsidRPr="005672AD">
        <w:t>D.Lgs</w:t>
      </w:r>
      <w:proofErr w:type="spellEnd"/>
      <w:r w:rsidRPr="005672AD">
        <w:t xml:space="preserve"> n. 196/2003;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Alla presente si allegano: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1. Copia fotostatica di un documento di riconoscimento munito di fotografia, in corso di validità.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2. Curriculum vitae in formato europeo, datato e sottoscritto</w:t>
      </w:r>
    </w:p>
    <w:p w:rsidR="005672AD" w:rsidRPr="005672AD" w:rsidRDefault="005672AD" w:rsidP="005672AD">
      <w:pPr>
        <w:spacing w:line="360" w:lineRule="auto"/>
        <w:jc w:val="both"/>
      </w:pPr>
      <w:r w:rsidRPr="005672AD">
        <w:t>Data</w:t>
      </w:r>
    </w:p>
    <w:p w:rsidR="005672AD" w:rsidRPr="005672AD" w:rsidRDefault="005672AD" w:rsidP="005672AD">
      <w:pPr>
        <w:spacing w:line="360" w:lineRule="auto"/>
        <w:jc w:val="both"/>
      </w:pPr>
    </w:p>
    <w:p w:rsidR="005672AD" w:rsidRPr="005672AD" w:rsidRDefault="005672AD" w:rsidP="005672AD">
      <w:pPr>
        <w:spacing w:line="360" w:lineRule="auto"/>
        <w:jc w:val="both"/>
      </w:pPr>
      <w:r w:rsidRPr="005672AD">
        <w:tab/>
      </w:r>
      <w:r w:rsidRPr="005672AD">
        <w:tab/>
      </w:r>
      <w:r w:rsidRPr="005672AD">
        <w:tab/>
      </w:r>
      <w:r w:rsidRPr="005672AD">
        <w:tab/>
      </w:r>
      <w:r w:rsidRPr="005672AD">
        <w:tab/>
      </w:r>
      <w:r w:rsidRPr="005672AD">
        <w:tab/>
      </w:r>
      <w:r w:rsidRPr="005672AD">
        <w:tab/>
      </w:r>
      <w:r w:rsidRPr="005672AD">
        <w:tab/>
        <w:t>Firma non autenticata</w:t>
      </w:r>
    </w:p>
    <w:p w:rsidR="002B3E2E" w:rsidRDefault="002B3E2E">
      <w:pPr>
        <w:rPr>
          <w:sz w:val="22"/>
          <w:szCs w:val="22"/>
        </w:rPr>
      </w:pPr>
    </w:p>
    <w:p w:rsidR="002B3E2E" w:rsidRPr="002B3E2E" w:rsidRDefault="002B3E2E" w:rsidP="002B3E2E">
      <w:pPr>
        <w:rPr>
          <w:sz w:val="22"/>
          <w:szCs w:val="22"/>
        </w:rPr>
      </w:pPr>
    </w:p>
    <w:p w:rsidR="002B3E2E" w:rsidRPr="002B3E2E" w:rsidRDefault="002B3E2E" w:rsidP="002B3E2E">
      <w:pPr>
        <w:rPr>
          <w:sz w:val="22"/>
          <w:szCs w:val="22"/>
        </w:rPr>
      </w:pPr>
    </w:p>
    <w:p w:rsidR="002B3E2E" w:rsidRPr="002B3E2E" w:rsidRDefault="002B3E2E" w:rsidP="002B3E2E">
      <w:pPr>
        <w:rPr>
          <w:sz w:val="22"/>
          <w:szCs w:val="22"/>
        </w:rPr>
      </w:pPr>
    </w:p>
    <w:p w:rsidR="00B41F05" w:rsidRPr="002B3E2E" w:rsidRDefault="00B41F05" w:rsidP="002B3E2E">
      <w:pPr>
        <w:jc w:val="center"/>
        <w:rPr>
          <w:sz w:val="22"/>
          <w:szCs w:val="22"/>
        </w:rPr>
      </w:pPr>
    </w:p>
    <w:sectPr w:rsidR="00B41F05" w:rsidRPr="002B3E2E" w:rsidSect="00B41F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851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FB6" w:rsidRDefault="006C1FB6">
      <w:r>
        <w:separator/>
      </w:r>
    </w:p>
  </w:endnote>
  <w:endnote w:type="continuationSeparator" w:id="0">
    <w:p w:rsidR="006C1FB6" w:rsidRDefault="006C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E2E" w:rsidRDefault="002B3E2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F05" w:rsidRPr="00A23DC1" w:rsidRDefault="00B41F05" w:rsidP="00A23DC1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E2E" w:rsidRDefault="002B3E2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FB6" w:rsidRDefault="006C1FB6">
      <w:r>
        <w:separator/>
      </w:r>
    </w:p>
  </w:footnote>
  <w:footnote w:type="continuationSeparator" w:id="0">
    <w:p w:rsidR="006C1FB6" w:rsidRDefault="006C1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E2E" w:rsidRDefault="002B3E2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E2E" w:rsidRDefault="002B3E2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E2E" w:rsidRDefault="002B3E2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E2E"/>
    <w:rsid w:val="000B2821"/>
    <w:rsid w:val="0019381C"/>
    <w:rsid w:val="002B3E2E"/>
    <w:rsid w:val="00505B87"/>
    <w:rsid w:val="005672AD"/>
    <w:rsid w:val="00673BF4"/>
    <w:rsid w:val="006C1FB6"/>
    <w:rsid w:val="00A23DC1"/>
    <w:rsid w:val="00B41F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480BC-9BF3-49FA-A83A-C7C9EEF0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FD117B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D117B"/>
    <w:rPr>
      <w:vertAlign w:val="superscript"/>
    </w:rPr>
  </w:style>
  <w:style w:type="character" w:styleId="Collegamentoipertestuale">
    <w:name w:val="Hyperlink"/>
    <w:basedOn w:val="Carpredefinitoparagrafo"/>
    <w:rsid w:val="00FD117B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65E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65EBA"/>
    <w:rPr>
      <w:sz w:val="24"/>
      <w:szCs w:val="24"/>
    </w:rPr>
  </w:style>
  <w:style w:type="paragraph" w:styleId="Pidipagina">
    <w:name w:val="footer"/>
    <w:basedOn w:val="Normale"/>
    <w:link w:val="PidipaginaCarattere"/>
    <w:rsid w:val="00B65E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65EBA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65EBA"/>
  </w:style>
  <w:style w:type="character" w:styleId="Collegamentovisitato">
    <w:name w:val="FollowedHyperlink"/>
    <w:basedOn w:val="Carpredefinitoparagrafo"/>
    <w:rsid w:val="00027837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673B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673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RN01\Desktop\Loghi%20e%20carta%20intestata\Carta%20Intestata%20Consorzio%202013_ner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Consorzio 2013_nero</Template>
  <TotalTime>6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IST. STORICO DELLA RESISTENZA</Company>
  <LinksUpToDate>false</LinksUpToDate>
  <CharactersWithSpaces>4129</CharactersWithSpaces>
  <SharedDoc>false</SharedDoc>
  <HLinks>
    <vt:vector size="6" baseType="variant">
      <vt:variant>
        <vt:i4>1966127</vt:i4>
      </vt:variant>
      <vt:variant>
        <vt:i4>2048</vt:i4>
      </vt:variant>
      <vt:variant>
        <vt:i4>1025</vt:i4>
      </vt:variant>
      <vt:variant>
        <vt:i4>1</vt:i4>
      </vt:variant>
      <vt:variant>
        <vt:lpwstr>ISRN logo nero_piccolo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ISRN01</dc:creator>
  <cp:keywords/>
  <dc:description/>
  <cp:lastModifiedBy>ISRN01</cp:lastModifiedBy>
  <cp:revision>5</cp:revision>
  <cp:lastPrinted>2015-12-31T11:13:00Z</cp:lastPrinted>
  <dcterms:created xsi:type="dcterms:W3CDTF">2015-12-31T11:06:00Z</dcterms:created>
  <dcterms:modified xsi:type="dcterms:W3CDTF">2015-12-31T11:17:00Z</dcterms:modified>
</cp:coreProperties>
</file>